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6DE06DD7" w14:textId="77777777" w:rsidTr="00050DA7">
        <w:tc>
          <w:tcPr>
            <w:tcW w:w="4428" w:type="dxa"/>
          </w:tcPr>
          <w:p w14:paraId="5B233D59" w14:textId="77777777" w:rsidR="000348ED" w:rsidRPr="00B15B24" w:rsidRDefault="005D05AC" w:rsidP="00F86CD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F86CD8">
              <w:t>IALA Secretariat</w:t>
            </w:r>
          </w:p>
        </w:tc>
        <w:tc>
          <w:tcPr>
            <w:tcW w:w="5461" w:type="dxa"/>
          </w:tcPr>
          <w:p w14:paraId="71F562E9" w14:textId="76051FC5" w:rsidR="000348ED" w:rsidRPr="00B15B24" w:rsidRDefault="003C5BE8" w:rsidP="00F86CD8">
            <w:pPr>
              <w:jc w:val="right"/>
              <w:rPr>
                <w:highlight w:val="yellow"/>
              </w:rPr>
            </w:pPr>
            <w:r w:rsidRPr="003C5BE8">
              <w:t>EEP18/8/1</w:t>
            </w:r>
            <w:r w:rsidR="00857345">
              <w:t>8</w:t>
            </w:r>
          </w:p>
        </w:tc>
      </w:tr>
      <w:tr w:rsidR="000348ED" w:rsidRPr="00B15B24" w14:paraId="19B30D76" w14:textId="77777777" w:rsidTr="00050DA7">
        <w:tc>
          <w:tcPr>
            <w:tcW w:w="4428" w:type="dxa"/>
          </w:tcPr>
          <w:p w14:paraId="55E2D235" w14:textId="3DA0BF2E" w:rsidR="000348ED" w:rsidRPr="00B15B24" w:rsidRDefault="005D05AC" w:rsidP="00F86CD8">
            <w:pPr>
              <w:tabs>
                <w:tab w:val="left" w:pos="851"/>
              </w:tabs>
              <w:ind w:left="851" w:hanging="851"/>
            </w:pPr>
            <w:r w:rsidRPr="00B15B24">
              <w:t>To:</w:t>
            </w:r>
            <w:r w:rsidRPr="00B15B24">
              <w:tab/>
            </w:r>
            <w:r w:rsidR="00F86CD8">
              <w:t xml:space="preserve">VTS, e-NAV, </w:t>
            </w:r>
            <w:bookmarkStart w:id="0" w:name="_GoBack"/>
            <w:bookmarkEnd w:id="0"/>
            <w:r w:rsidR="00F86CD8">
              <w:t xml:space="preserve">EEP &amp; ANM </w:t>
            </w:r>
            <w:r w:rsidR="00902AA4" w:rsidRPr="00F86CD8">
              <w:t>Committee</w:t>
            </w:r>
            <w:r w:rsidRPr="00F86CD8">
              <w:t>s</w:t>
            </w:r>
          </w:p>
        </w:tc>
        <w:tc>
          <w:tcPr>
            <w:tcW w:w="5461" w:type="dxa"/>
          </w:tcPr>
          <w:p w14:paraId="79A713E4" w14:textId="77777777" w:rsidR="000348ED" w:rsidRPr="00B15B24" w:rsidRDefault="00F86CD8" w:rsidP="00F86CD8">
            <w:pPr>
              <w:jc w:val="right"/>
            </w:pPr>
            <w:r w:rsidRPr="00F86CD8">
              <w:t>24 F</w:t>
            </w:r>
            <w:r>
              <w:t>ebruary</w:t>
            </w:r>
            <w:r w:rsidR="005D05AC" w:rsidRPr="00B15B24">
              <w:t xml:space="preserve"> 20</w:t>
            </w:r>
            <w:r w:rsidR="001A654A">
              <w:t>1</w:t>
            </w:r>
            <w:r>
              <w:t>2</w:t>
            </w:r>
          </w:p>
        </w:tc>
      </w:tr>
    </w:tbl>
    <w:p w14:paraId="0518369F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0CF42192" w14:textId="77777777" w:rsidR="000348ED" w:rsidRPr="00B15B24" w:rsidRDefault="00F86CD8" w:rsidP="005D05AC">
      <w:pPr>
        <w:pStyle w:val="Title"/>
        <w:spacing w:after="120"/>
      </w:pPr>
      <w:r>
        <w:rPr>
          <w:color w:val="000000"/>
        </w:rPr>
        <w:t>Ownership and development of S-100 GI Registry Product Specifications</w:t>
      </w:r>
    </w:p>
    <w:p w14:paraId="0CB88D2C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F0C8E21" w14:textId="77777777" w:rsidR="00B8247E" w:rsidRDefault="00F86CD8" w:rsidP="00002906">
      <w:pPr>
        <w:pStyle w:val="BodyText"/>
      </w:pPr>
      <w:r>
        <w:t xml:space="preserve">Following a meeting held between IHO and IALA </w:t>
      </w:r>
      <w:proofErr w:type="gramStart"/>
      <w:r>
        <w:t>personnel,</w:t>
      </w:r>
      <w:proofErr w:type="gramEnd"/>
      <w:r>
        <w:t xml:space="preserve"> held under the auspices of the e-NAV Committee, three working drafts of Product Specifications for IVEF, AtoN Information and AIS were produced and are being sent to the relevant Committees for further development work.</w:t>
      </w:r>
    </w:p>
    <w:p w14:paraId="3FB543DB" w14:textId="77777777" w:rsidR="00F86CD8" w:rsidRDefault="00F86CD8" w:rsidP="00002906">
      <w:pPr>
        <w:pStyle w:val="BodyText"/>
      </w:pPr>
      <w:r>
        <w:t xml:space="preserve">At the meeting, it was agreed that such Product Specifications </w:t>
      </w:r>
      <w:proofErr w:type="gramStart"/>
      <w:r>
        <w:t>will</w:t>
      </w:r>
      <w:proofErr w:type="gramEnd"/>
      <w:r>
        <w:t xml:space="preserve"> remain the nominal responsibility of the e-NAV Committee until the relevant Committee is content with the Product Specification and is happy to take ownership of it.</w:t>
      </w:r>
    </w:p>
    <w:p w14:paraId="27F9076B" w14:textId="77777777" w:rsidR="00F86CD8" w:rsidRDefault="00F86CD8" w:rsidP="00002906">
      <w:pPr>
        <w:pStyle w:val="BodyText"/>
      </w:pPr>
      <w:r>
        <w:t>Committees working on Product Specifications requiring assistance should, in the first instance, notify the e-NAV Committee.</w:t>
      </w:r>
    </w:p>
    <w:p w14:paraId="179E6C11" w14:textId="77777777" w:rsidR="00F86CD8" w:rsidRPr="00B15B24" w:rsidRDefault="00F86CD8" w:rsidP="00002906">
      <w:pPr>
        <w:pStyle w:val="BodyText"/>
      </w:pPr>
      <w:r>
        <w:t>The report of the meeting is being forwarded to all IALA Committees</w:t>
      </w:r>
    </w:p>
    <w:p w14:paraId="33A473A3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46F4F52D" w14:textId="77777777" w:rsidR="004C220D" w:rsidRPr="00F86CD8" w:rsidRDefault="00F86CD8" w:rsidP="005D05AC">
      <w:pPr>
        <w:pStyle w:val="BodyText"/>
      </w:pPr>
      <w:proofErr w:type="gramStart"/>
      <w:r>
        <w:t>The  VTS</w:t>
      </w:r>
      <w:proofErr w:type="gramEnd"/>
      <w:r>
        <w:t xml:space="preserve">, e-NAV, EEP and ANM </w:t>
      </w:r>
      <w:r w:rsidRPr="00F86CD8">
        <w:t>C</w:t>
      </w:r>
      <w:r w:rsidR="00902AA4" w:rsidRPr="00F86CD8">
        <w:t>ommittee</w:t>
      </w:r>
      <w:r w:rsidRPr="00F86CD8">
        <w:t>s are</w:t>
      </w:r>
      <w:r w:rsidR="00902AA4" w:rsidRPr="00F86CD8">
        <w:t xml:space="preserve"> requested to</w:t>
      </w:r>
      <w:r w:rsidR="00630F7F" w:rsidRPr="00F86CD8">
        <w:t>:</w:t>
      </w:r>
    </w:p>
    <w:p w14:paraId="3E6EABB2" w14:textId="77777777" w:rsidR="00630F7F" w:rsidRPr="00F86CD8" w:rsidRDefault="00F86CD8" w:rsidP="00002906">
      <w:pPr>
        <w:pStyle w:val="List1"/>
        <w:numPr>
          <w:ilvl w:val="0"/>
          <w:numId w:val="23"/>
        </w:numPr>
        <w:rPr>
          <w:lang w:val="en-GB"/>
        </w:rPr>
      </w:pPr>
      <w:r w:rsidRPr="00F86CD8">
        <w:rPr>
          <w:lang w:val="en-GB"/>
        </w:rPr>
        <w:t>Note the report of the IHO / IALA meeting</w:t>
      </w:r>
    </w:p>
    <w:p w14:paraId="36BD982B" w14:textId="77777777" w:rsidR="00630F7F" w:rsidRPr="00F86CD8" w:rsidRDefault="00F86CD8" w:rsidP="00002906">
      <w:pPr>
        <w:pStyle w:val="List1"/>
        <w:rPr>
          <w:lang w:val="en-GB"/>
        </w:rPr>
      </w:pPr>
      <w:r w:rsidRPr="00F86CD8">
        <w:rPr>
          <w:lang w:val="en-GB"/>
        </w:rPr>
        <w:t>Review the Product Specifications referred to them and then progress their development.</w:t>
      </w:r>
    </w:p>
    <w:p w14:paraId="22836E8F" w14:textId="77777777" w:rsidR="00F86CD8" w:rsidRPr="00F86CD8" w:rsidRDefault="00F86CD8" w:rsidP="00F86CD8">
      <w:pPr>
        <w:pStyle w:val="BodyText"/>
      </w:pPr>
      <w:proofErr w:type="gramStart"/>
      <w:r w:rsidRPr="00F86CD8">
        <w:t>The  VTS</w:t>
      </w:r>
      <w:proofErr w:type="gramEnd"/>
      <w:r w:rsidRPr="00F86CD8">
        <w:t>, EEP and ANM Committees are requested to:</w:t>
      </w:r>
    </w:p>
    <w:p w14:paraId="27351B9F" w14:textId="77777777" w:rsidR="00F86CD8" w:rsidRPr="00F86CD8" w:rsidRDefault="00F86CD8" w:rsidP="00F86CD8">
      <w:pPr>
        <w:pStyle w:val="List1"/>
        <w:rPr>
          <w:lang w:val="en-GB"/>
        </w:rPr>
      </w:pPr>
      <w:r w:rsidRPr="00F86CD8">
        <w:rPr>
          <w:lang w:val="en-GB"/>
        </w:rPr>
        <w:t xml:space="preserve">Advise the </w:t>
      </w:r>
      <w:r>
        <w:rPr>
          <w:lang w:val="en-GB"/>
        </w:rPr>
        <w:t>e-NAV Committee when they are s</w:t>
      </w:r>
      <w:r w:rsidRPr="00F86CD8">
        <w:rPr>
          <w:lang w:val="en-GB"/>
        </w:rPr>
        <w:t>a</w:t>
      </w:r>
      <w:r>
        <w:rPr>
          <w:lang w:val="en-GB"/>
        </w:rPr>
        <w:t>t</w:t>
      </w:r>
      <w:r w:rsidRPr="00F86CD8">
        <w:rPr>
          <w:lang w:val="en-GB"/>
        </w:rPr>
        <w:t>i</w:t>
      </w:r>
      <w:r>
        <w:rPr>
          <w:lang w:val="en-GB"/>
        </w:rPr>
        <w:t>s</w:t>
      </w:r>
      <w:r w:rsidRPr="00F86CD8">
        <w:rPr>
          <w:lang w:val="en-GB"/>
        </w:rPr>
        <w:t>fied with a Product Specification and are happy to take ownership of it.</w:t>
      </w:r>
    </w:p>
    <w:sectPr w:rsidR="00F86CD8" w:rsidRPr="00F86CD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B53AE" w14:textId="77777777" w:rsidR="00F86CD8" w:rsidRDefault="00F86CD8" w:rsidP="00002906">
      <w:r>
        <w:separator/>
      </w:r>
    </w:p>
  </w:endnote>
  <w:endnote w:type="continuationSeparator" w:id="0">
    <w:p w14:paraId="0A73900B" w14:textId="77777777" w:rsidR="00F86CD8" w:rsidRDefault="00F86CD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73786" w14:textId="77777777" w:rsidR="00F86CD8" w:rsidRDefault="00F86C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5734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17B07" w14:textId="77777777" w:rsidR="00F86CD8" w:rsidRDefault="00F86CD8" w:rsidP="00002906">
      <w:r>
        <w:separator/>
      </w:r>
    </w:p>
  </w:footnote>
  <w:footnote w:type="continuationSeparator" w:id="0">
    <w:p w14:paraId="380C6416" w14:textId="77777777" w:rsidR="00F86CD8" w:rsidRDefault="00F86CD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D8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C5BE8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57345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D62DE4"/>
    <w:rsid w:val="00E93C9B"/>
    <w:rsid w:val="00EE3F2F"/>
    <w:rsid w:val="00F73F78"/>
    <w:rsid w:val="00F86CD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239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ike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15</TotalTime>
  <Pages>1</Pages>
  <Words>188</Words>
  <Characters>1077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 (Home)</cp:lastModifiedBy>
  <cp:revision>3</cp:revision>
  <cp:lastPrinted>2006-10-19T10:49:00Z</cp:lastPrinted>
  <dcterms:created xsi:type="dcterms:W3CDTF">2012-02-23T18:43:00Z</dcterms:created>
  <dcterms:modified xsi:type="dcterms:W3CDTF">2012-04-16T06:28:00Z</dcterms:modified>
</cp:coreProperties>
</file>